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9F0FE6" w:rsidRPr="003453FD" w:rsidRDefault="009F0FE6" w:rsidP="001917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3453FD">
        <w:rPr>
          <w:rFonts w:ascii="Times New Roman" w:hAnsi="Times New Roman"/>
          <w:b/>
          <w:bCs/>
          <w:sz w:val="24"/>
        </w:rPr>
        <w:t>UCHWAŁA NR ....................</w:t>
      </w:r>
    </w:p>
    <w:p w:rsidR="009F0FE6" w:rsidRPr="003453FD" w:rsidRDefault="009F0FE6" w:rsidP="001917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3453FD">
        <w:rPr>
          <w:rFonts w:ascii="Times New Roman" w:hAnsi="Times New Roman"/>
          <w:b/>
          <w:bCs/>
          <w:sz w:val="24"/>
        </w:rPr>
        <w:t>RADY GMINY LIDZBARK WARMIŃSKI</w:t>
      </w:r>
    </w:p>
    <w:p w:rsidR="009F0FE6" w:rsidRDefault="009F0FE6" w:rsidP="001917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</w:rPr>
      </w:pPr>
      <w:r w:rsidRPr="003453FD">
        <w:rPr>
          <w:rFonts w:ascii="Times New Roman" w:hAnsi="Times New Roman"/>
          <w:sz w:val="24"/>
        </w:rPr>
        <w:t>z dnia .................... 201</w:t>
      </w:r>
      <w:r>
        <w:rPr>
          <w:rFonts w:ascii="Times New Roman" w:hAnsi="Times New Roman"/>
          <w:sz w:val="24"/>
        </w:rPr>
        <w:t>6</w:t>
      </w:r>
      <w:r w:rsidRPr="003453FD">
        <w:rPr>
          <w:rFonts w:ascii="Times New Roman" w:hAnsi="Times New Roman"/>
          <w:sz w:val="24"/>
        </w:rPr>
        <w:t>r.</w:t>
      </w:r>
    </w:p>
    <w:p w:rsidR="009F0FE6" w:rsidRPr="003453FD" w:rsidRDefault="009F0FE6" w:rsidP="001917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9F0FE6" w:rsidRPr="003453FD" w:rsidRDefault="009F0FE6" w:rsidP="001917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3453FD">
        <w:rPr>
          <w:rFonts w:ascii="Times New Roman" w:hAnsi="Times New Roman"/>
          <w:b/>
          <w:bCs/>
          <w:sz w:val="24"/>
        </w:rPr>
        <w:t>w sprawie wykazu kąpielisk na terenie gminy Lidzbark Warmiński na rok 201</w:t>
      </w:r>
      <w:r>
        <w:rPr>
          <w:rFonts w:ascii="Times New Roman" w:hAnsi="Times New Roman"/>
          <w:b/>
          <w:bCs/>
          <w:sz w:val="24"/>
        </w:rPr>
        <w:t>6</w:t>
      </w:r>
    </w:p>
    <w:p w:rsidR="009F0FE6" w:rsidRDefault="009F0FE6" w:rsidP="001917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9F0FE6" w:rsidRPr="003453FD" w:rsidRDefault="009F0FE6" w:rsidP="003453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9F0FE6" w:rsidRPr="003453FD" w:rsidRDefault="009F0FE6" w:rsidP="0019178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bCs/>
        </w:rPr>
      </w:pPr>
      <w:r w:rsidRPr="003453FD">
        <w:rPr>
          <w:rFonts w:ascii="Times New Roman" w:hAnsi="Times New Roman"/>
        </w:rPr>
        <w:t xml:space="preserve">Na podstawie </w:t>
      </w:r>
      <w:r>
        <w:rPr>
          <w:rFonts w:ascii="Times New Roman" w:hAnsi="Times New Roman"/>
        </w:rPr>
        <w:t>art. 18 ust. 2 pkt 15 ustawy z dnia 8 marca 1990r. o samorządzie gminnym</w:t>
      </w:r>
      <w:r>
        <w:rPr>
          <w:rFonts w:ascii="Times New Roman" w:hAnsi="Times New Roman"/>
        </w:rPr>
        <w:br/>
        <w:t>(</w:t>
      </w:r>
      <w:r w:rsidRPr="00E67C68">
        <w:rPr>
          <w:rFonts w:ascii="Times New Roman" w:hAnsi="Times New Roman"/>
          <w:bCs/>
        </w:rPr>
        <w:t>Dz.</w:t>
      </w:r>
      <w:r>
        <w:rPr>
          <w:rFonts w:ascii="Times New Roman" w:hAnsi="Times New Roman"/>
          <w:bCs/>
        </w:rPr>
        <w:t xml:space="preserve"> </w:t>
      </w:r>
      <w:r w:rsidRPr="00E67C68">
        <w:rPr>
          <w:rFonts w:ascii="Times New Roman" w:hAnsi="Times New Roman"/>
          <w:bCs/>
        </w:rPr>
        <w:t>U.</w:t>
      </w:r>
      <w:r>
        <w:rPr>
          <w:rFonts w:ascii="Times New Roman" w:hAnsi="Times New Roman"/>
          <w:bCs/>
        </w:rPr>
        <w:t xml:space="preserve"> z </w:t>
      </w:r>
      <w:r w:rsidRPr="00E67C68">
        <w:rPr>
          <w:rFonts w:ascii="Times New Roman" w:hAnsi="Times New Roman"/>
          <w:bCs/>
        </w:rPr>
        <w:t>2015</w:t>
      </w:r>
      <w:r>
        <w:rPr>
          <w:rFonts w:ascii="Times New Roman" w:hAnsi="Times New Roman"/>
          <w:bCs/>
        </w:rPr>
        <w:t>r</w:t>
      </w:r>
      <w:r w:rsidRPr="00E67C68">
        <w:rPr>
          <w:rFonts w:ascii="Times New Roman" w:hAnsi="Times New Roman"/>
          <w:bCs/>
        </w:rPr>
        <w:t>.</w:t>
      </w:r>
      <w:r>
        <w:rPr>
          <w:rFonts w:ascii="Times New Roman" w:hAnsi="Times New Roman"/>
          <w:bCs/>
        </w:rPr>
        <w:t xml:space="preserve">, poz. </w:t>
      </w:r>
      <w:r w:rsidRPr="00E67C68">
        <w:rPr>
          <w:rFonts w:ascii="Times New Roman" w:hAnsi="Times New Roman"/>
          <w:bCs/>
        </w:rPr>
        <w:t xml:space="preserve">1515 </w:t>
      </w:r>
      <w:r>
        <w:rPr>
          <w:rFonts w:ascii="Times New Roman" w:hAnsi="Times New Roman"/>
          <w:bCs/>
        </w:rPr>
        <w:t>ze zm.</w:t>
      </w:r>
      <w:r>
        <w:rPr>
          <w:rFonts w:ascii="Times New Roman" w:hAnsi="Times New Roman"/>
        </w:rPr>
        <w:t xml:space="preserve">) oraz </w:t>
      </w:r>
      <w:r w:rsidRPr="003453FD">
        <w:rPr>
          <w:rFonts w:ascii="Times New Roman" w:hAnsi="Times New Roman"/>
        </w:rPr>
        <w:t xml:space="preserve">art. 34 a ust. 1 </w:t>
      </w:r>
      <w:r>
        <w:rPr>
          <w:rFonts w:ascii="Times New Roman" w:hAnsi="Times New Roman"/>
        </w:rPr>
        <w:t>i 7 ustawy z dnia 18 lipca 2001</w:t>
      </w:r>
      <w:r w:rsidRPr="003453FD">
        <w:rPr>
          <w:rFonts w:ascii="Times New Roman" w:hAnsi="Times New Roman"/>
        </w:rPr>
        <w:t>r. Prawo wodne (</w:t>
      </w:r>
      <w:r w:rsidRPr="00001EE6">
        <w:rPr>
          <w:rFonts w:ascii="Times New Roman" w:hAnsi="Times New Roman"/>
        </w:rPr>
        <w:t>Dz.</w:t>
      </w:r>
      <w:r>
        <w:rPr>
          <w:rFonts w:ascii="Times New Roman" w:hAnsi="Times New Roman"/>
        </w:rPr>
        <w:t xml:space="preserve"> </w:t>
      </w:r>
      <w:r w:rsidRPr="00001EE6">
        <w:rPr>
          <w:rFonts w:ascii="Times New Roman" w:hAnsi="Times New Roman"/>
        </w:rPr>
        <w:t>U.</w:t>
      </w:r>
      <w:r>
        <w:rPr>
          <w:rFonts w:ascii="Times New Roman" w:hAnsi="Times New Roman"/>
        </w:rPr>
        <w:t xml:space="preserve"> z </w:t>
      </w:r>
      <w:r w:rsidRPr="00001EE6">
        <w:rPr>
          <w:rFonts w:ascii="Times New Roman" w:hAnsi="Times New Roman"/>
        </w:rPr>
        <w:t>2015</w:t>
      </w:r>
      <w:r>
        <w:rPr>
          <w:rFonts w:ascii="Times New Roman" w:hAnsi="Times New Roman"/>
        </w:rPr>
        <w:t>r</w:t>
      </w:r>
      <w:r w:rsidRPr="00001EE6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, poz. </w:t>
      </w:r>
      <w:r w:rsidRPr="00001EE6">
        <w:rPr>
          <w:rFonts w:ascii="Times New Roman" w:hAnsi="Times New Roman"/>
        </w:rPr>
        <w:t>469</w:t>
      </w:r>
      <w:r w:rsidRPr="003453FD">
        <w:rPr>
          <w:rFonts w:ascii="Times New Roman" w:hAnsi="Times New Roman"/>
        </w:rPr>
        <w:t xml:space="preserve"> ze</w:t>
      </w:r>
      <w:r>
        <w:rPr>
          <w:rFonts w:ascii="Times New Roman" w:hAnsi="Times New Roman"/>
        </w:rPr>
        <w:t xml:space="preserve"> </w:t>
      </w:r>
      <w:r w:rsidRPr="003453FD">
        <w:rPr>
          <w:rFonts w:ascii="Times New Roman" w:hAnsi="Times New Roman"/>
        </w:rPr>
        <w:t xml:space="preserve">zm.), </w:t>
      </w:r>
      <w:r w:rsidRPr="003453FD">
        <w:rPr>
          <w:rFonts w:ascii="Times New Roman" w:hAnsi="Times New Roman"/>
          <w:b/>
          <w:bCs/>
        </w:rPr>
        <w:t>Rada Gminy uchwala, co następuje :</w:t>
      </w:r>
    </w:p>
    <w:p w:rsidR="009F0FE6" w:rsidRDefault="009F0FE6" w:rsidP="0019178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</w:rPr>
      </w:pPr>
    </w:p>
    <w:p w:rsidR="009F0FE6" w:rsidRPr="003453FD" w:rsidRDefault="009F0FE6" w:rsidP="0016563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</w:rPr>
      </w:pPr>
      <w:r w:rsidRPr="003453FD">
        <w:rPr>
          <w:rFonts w:ascii="Times New Roman" w:hAnsi="Times New Roman"/>
          <w:b/>
          <w:bCs/>
        </w:rPr>
        <w:t>§ 1.</w:t>
      </w:r>
      <w:r>
        <w:rPr>
          <w:rFonts w:ascii="Times New Roman" w:hAnsi="Times New Roman"/>
          <w:b/>
          <w:bCs/>
        </w:rPr>
        <w:t xml:space="preserve"> </w:t>
      </w:r>
      <w:r w:rsidRPr="003453FD">
        <w:rPr>
          <w:rFonts w:ascii="Times New Roman" w:hAnsi="Times New Roman"/>
        </w:rPr>
        <w:t>Określa się wykaz kąpielisk na terenie gminy Lidzbark Warmiński na rok 201</w:t>
      </w:r>
      <w:r>
        <w:rPr>
          <w:rFonts w:ascii="Times New Roman" w:hAnsi="Times New Roman"/>
        </w:rPr>
        <w:t>6</w:t>
      </w:r>
      <w:r w:rsidRPr="003453FD">
        <w:rPr>
          <w:rFonts w:ascii="Times New Roman" w:hAnsi="Times New Roman"/>
        </w:rPr>
        <w:t xml:space="preserve"> stanowiący załącznik</w:t>
      </w:r>
      <w:r>
        <w:rPr>
          <w:rFonts w:ascii="Times New Roman" w:hAnsi="Times New Roman"/>
        </w:rPr>
        <w:t xml:space="preserve"> </w:t>
      </w:r>
      <w:r w:rsidRPr="003453FD">
        <w:rPr>
          <w:rFonts w:ascii="Times New Roman" w:hAnsi="Times New Roman"/>
        </w:rPr>
        <w:t>do uchwały.</w:t>
      </w:r>
    </w:p>
    <w:p w:rsidR="009F0FE6" w:rsidRDefault="009F0FE6" w:rsidP="0019178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</w:rPr>
      </w:pPr>
    </w:p>
    <w:p w:rsidR="009F0FE6" w:rsidRDefault="009F0FE6" w:rsidP="0016563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</w:rPr>
      </w:pPr>
      <w:r w:rsidRPr="003453FD">
        <w:rPr>
          <w:rFonts w:ascii="Times New Roman" w:hAnsi="Times New Roman"/>
          <w:b/>
          <w:bCs/>
        </w:rPr>
        <w:t>§</w:t>
      </w:r>
      <w:r>
        <w:rPr>
          <w:rFonts w:ascii="Times New Roman" w:hAnsi="Times New Roman"/>
          <w:b/>
          <w:bCs/>
        </w:rPr>
        <w:t xml:space="preserve"> </w:t>
      </w:r>
      <w:r w:rsidRPr="003453FD">
        <w:rPr>
          <w:rFonts w:ascii="Times New Roman" w:hAnsi="Times New Roman"/>
          <w:b/>
          <w:bCs/>
        </w:rPr>
        <w:t xml:space="preserve"> 2.</w:t>
      </w:r>
      <w:r>
        <w:rPr>
          <w:rFonts w:ascii="Times New Roman" w:hAnsi="Times New Roman"/>
          <w:b/>
          <w:bCs/>
        </w:rPr>
        <w:t xml:space="preserve"> </w:t>
      </w:r>
      <w:r w:rsidRPr="003453FD">
        <w:rPr>
          <w:rFonts w:ascii="Times New Roman" w:hAnsi="Times New Roman"/>
        </w:rPr>
        <w:t>Wykonanie uchwały powierza się Wójtowi Gminy.</w:t>
      </w:r>
    </w:p>
    <w:p w:rsidR="009F0FE6" w:rsidRDefault="009F0FE6" w:rsidP="0016563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</w:rPr>
      </w:pPr>
    </w:p>
    <w:p w:rsidR="009F0FE6" w:rsidRPr="00974DBB" w:rsidRDefault="009F0FE6" w:rsidP="001656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</w:rPr>
      </w:pPr>
      <w:r w:rsidRPr="003453FD">
        <w:rPr>
          <w:rFonts w:ascii="Times New Roman" w:hAnsi="Times New Roman"/>
          <w:b/>
          <w:bCs/>
        </w:rPr>
        <w:t>§</w:t>
      </w:r>
      <w:r>
        <w:rPr>
          <w:rFonts w:ascii="Times New Roman" w:hAnsi="Times New Roman"/>
          <w:b/>
          <w:bCs/>
        </w:rPr>
        <w:t xml:space="preserve"> </w:t>
      </w:r>
      <w:r w:rsidRPr="003453FD">
        <w:rPr>
          <w:rFonts w:ascii="Times New Roman" w:hAnsi="Times New Roman"/>
          <w:b/>
          <w:bCs/>
        </w:rPr>
        <w:t>3.</w:t>
      </w:r>
      <w:r>
        <w:rPr>
          <w:rFonts w:ascii="Times New Roman" w:hAnsi="Times New Roman"/>
          <w:b/>
          <w:bCs/>
        </w:rPr>
        <w:t xml:space="preserve"> </w:t>
      </w:r>
      <w:r w:rsidRPr="00974DBB">
        <w:rPr>
          <w:rFonts w:ascii="Times New Roman" w:hAnsi="Times New Roman"/>
          <w:bCs/>
        </w:rPr>
        <w:t xml:space="preserve">Uchwała wchodzi w życie z dniem podjęcia i podlega ogłoszeniu na tablicy informacyjnej </w:t>
      </w:r>
      <w:r w:rsidRPr="00974DBB">
        <w:rPr>
          <w:rFonts w:ascii="Times New Roman" w:hAnsi="Times New Roman"/>
          <w:bCs/>
        </w:rPr>
        <w:br/>
        <w:t xml:space="preserve">w Urzędzie Gminy. </w:t>
      </w:r>
    </w:p>
    <w:p w:rsidR="009F0FE6" w:rsidRDefault="009F0FE6" w:rsidP="00974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7F3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9F0FE6" w:rsidRDefault="009F0FE6" w:rsidP="007F3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3453FD">
        <w:rPr>
          <w:rFonts w:ascii="Times New Roman" w:hAnsi="Times New Roman"/>
          <w:b/>
          <w:bCs/>
          <w:sz w:val="24"/>
        </w:rPr>
        <w:t>Uzasadnienie</w:t>
      </w:r>
    </w:p>
    <w:p w:rsidR="009F0FE6" w:rsidRPr="0019178E" w:rsidRDefault="009F0FE6" w:rsidP="007F39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F0FE6" w:rsidRPr="003453FD" w:rsidRDefault="009F0FE6" w:rsidP="007F39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</w:rPr>
      </w:pPr>
    </w:p>
    <w:p w:rsidR="009F0FE6" w:rsidRPr="003453FD" w:rsidRDefault="009F0FE6" w:rsidP="007F39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3453FD">
        <w:rPr>
          <w:rFonts w:ascii="Times New Roman" w:hAnsi="Times New Roman"/>
          <w:sz w:val="24"/>
        </w:rPr>
        <w:t>Na podstawie art. 34a ust</w:t>
      </w:r>
      <w:r>
        <w:rPr>
          <w:rFonts w:ascii="Times New Roman" w:hAnsi="Times New Roman"/>
          <w:sz w:val="24"/>
        </w:rPr>
        <w:t>. 1 ustawy z dnia 18 lipca 2001</w:t>
      </w:r>
      <w:r w:rsidRPr="003453FD">
        <w:rPr>
          <w:rFonts w:ascii="Times New Roman" w:hAnsi="Times New Roman"/>
          <w:sz w:val="24"/>
        </w:rPr>
        <w:t>r. (</w:t>
      </w:r>
      <w:r w:rsidRPr="00925351">
        <w:rPr>
          <w:rFonts w:ascii="Times New Roman" w:hAnsi="Times New Roman"/>
          <w:sz w:val="24"/>
        </w:rPr>
        <w:t>Dz. U. z 2015r., poz. 469 ze zm.</w:t>
      </w:r>
      <w:r w:rsidRPr="003453FD">
        <w:rPr>
          <w:rFonts w:ascii="Times New Roman" w:hAnsi="Times New Roman"/>
          <w:sz w:val="24"/>
        </w:rPr>
        <w:t xml:space="preserve">) Rada Gminy </w:t>
      </w:r>
      <w:r>
        <w:rPr>
          <w:rFonts w:ascii="Times New Roman" w:hAnsi="Times New Roman"/>
          <w:sz w:val="24"/>
        </w:rPr>
        <w:t>o</w:t>
      </w:r>
      <w:r w:rsidRPr="003453FD">
        <w:rPr>
          <w:rFonts w:ascii="Times New Roman" w:hAnsi="Times New Roman"/>
          <w:sz w:val="24"/>
        </w:rPr>
        <w:t xml:space="preserve">kreśla w drodze uchwały, corocznie do 31 maja wykaz kąpielisk </w:t>
      </w:r>
      <w:r>
        <w:rPr>
          <w:rFonts w:ascii="Times New Roman" w:hAnsi="Times New Roman"/>
          <w:sz w:val="24"/>
        </w:rPr>
        <w:br/>
      </w:r>
      <w:r w:rsidRPr="003453FD">
        <w:rPr>
          <w:rFonts w:ascii="Times New Roman" w:hAnsi="Times New Roman"/>
          <w:sz w:val="24"/>
        </w:rPr>
        <w:t>na terenie gminy. Zgodnie z art. 34a ust</w:t>
      </w:r>
      <w:r>
        <w:rPr>
          <w:rFonts w:ascii="Times New Roman" w:hAnsi="Times New Roman"/>
          <w:sz w:val="24"/>
        </w:rPr>
        <w:t>. 6 ustawy z dnia 18 lipca 2001</w:t>
      </w:r>
      <w:r w:rsidRPr="003453FD">
        <w:rPr>
          <w:rFonts w:ascii="Times New Roman" w:hAnsi="Times New Roman"/>
          <w:sz w:val="24"/>
        </w:rPr>
        <w:t>r., Wójt Gminy przygotowuje projekt uchwały obejmujący wykaz planowanych kąpielisk na terenie gminy sporządzony po rozpatrzeniu wniosków organizatorów kąpielisk o ich umieszczenie</w:t>
      </w:r>
      <w:r>
        <w:rPr>
          <w:rFonts w:ascii="Times New Roman" w:hAnsi="Times New Roman"/>
          <w:sz w:val="24"/>
        </w:rPr>
        <w:br/>
      </w:r>
      <w:r w:rsidRPr="003453FD">
        <w:rPr>
          <w:rFonts w:ascii="Times New Roman" w:hAnsi="Times New Roman"/>
          <w:sz w:val="24"/>
        </w:rPr>
        <w:t>w wykazie. Projekt uchwały zostanie podany do publicznej wiadomości wraz</w:t>
      </w:r>
      <w:r>
        <w:rPr>
          <w:rFonts w:ascii="Times New Roman" w:hAnsi="Times New Roman"/>
          <w:sz w:val="24"/>
        </w:rPr>
        <w:br/>
      </w:r>
      <w:r w:rsidRPr="003453FD">
        <w:rPr>
          <w:rFonts w:ascii="Times New Roman" w:hAnsi="Times New Roman"/>
          <w:sz w:val="24"/>
        </w:rPr>
        <w:t xml:space="preserve">z wyznaczeniem 21 dniowego terminu na składanie uwag i propozycji zmian do tego projektu. Po rozpatrzeniu uwag i propozycji zmian projekt uchwały zostanie przekazany </w:t>
      </w:r>
      <w:r>
        <w:rPr>
          <w:rFonts w:ascii="Times New Roman" w:hAnsi="Times New Roman"/>
          <w:sz w:val="24"/>
        </w:rPr>
        <w:br/>
      </w:r>
      <w:r w:rsidRPr="003453FD">
        <w:rPr>
          <w:rFonts w:ascii="Times New Roman" w:hAnsi="Times New Roman"/>
          <w:sz w:val="24"/>
        </w:rPr>
        <w:t>do zaopiniowania: Dyrektorowi Regionalnego Zarządu Gospodarki Wodnej, Wojewódzkiemu Inspektorowi Ochrony Środowiska oraz Państwowemu Powiatowemu Inspektorowi Sanitarnemu.</w:t>
      </w:r>
      <w:r>
        <w:rPr>
          <w:rFonts w:ascii="Times New Roman" w:hAnsi="Times New Roman"/>
          <w:sz w:val="24"/>
        </w:rPr>
        <w:br/>
        <w:t xml:space="preserve">          </w:t>
      </w:r>
      <w:r w:rsidRPr="003453FD">
        <w:rPr>
          <w:rFonts w:ascii="Times New Roman" w:hAnsi="Times New Roman"/>
          <w:sz w:val="24"/>
        </w:rPr>
        <w:t xml:space="preserve">Po </w:t>
      </w:r>
      <w:r>
        <w:rPr>
          <w:rFonts w:ascii="Times New Roman" w:hAnsi="Times New Roman"/>
          <w:sz w:val="24"/>
        </w:rPr>
        <w:t>uzyskaniu wymaganych opinii</w:t>
      </w:r>
      <w:r w:rsidRPr="003453FD">
        <w:rPr>
          <w:rFonts w:ascii="Times New Roman" w:hAnsi="Times New Roman"/>
          <w:sz w:val="24"/>
        </w:rPr>
        <w:t>, przed</w:t>
      </w:r>
      <w:r>
        <w:rPr>
          <w:rFonts w:ascii="Times New Roman" w:hAnsi="Times New Roman"/>
          <w:sz w:val="24"/>
        </w:rPr>
        <w:t xml:space="preserve">kładam </w:t>
      </w:r>
      <w:r w:rsidRPr="003453FD">
        <w:rPr>
          <w:rFonts w:ascii="Times New Roman" w:hAnsi="Times New Roman"/>
          <w:sz w:val="24"/>
        </w:rPr>
        <w:t xml:space="preserve">Radzie Gminy </w:t>
      </w:r>
      <w:r>
        <w:rPr>
          <w:rFonts w:ascii="Times New Roman" w:hAnsi="Times New Roman"/>
          <w:sz w:val="24"/>
        </w:rPr>
        <w:t>projekt uchwały</w:t>
      </w:r>
      <w:r w:rsidRPr="003453FD">
        <w:rPr>
          <w:rFonts w:ascii="Times New Roman" w:hAnsi="Times New Roman"/>
          <w:sz w:val="24"/>
        </w:rPr>
        <w:t>.</w:t>
      </w:r>
    </w:p>
    <w:p w:rsidR="009F0FE6" w:rsidRDefault="009F0FE6" w:rsidP="007F39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  <w:sectPr w:rsidR="009F0FE6" w:rsidSect="003759D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Pr="003453FD" w:rsidRDefault="009F0FE6" w:rsidP="003453FD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4"/>
        </w:rPr>
      </w:pPr>
      <w:r w:rsidRPr="003453FD">
        <w:rPr>
          <w:rFonts w:ascii="Times New Roman" w:hAnsi="Times New Roman"/>
          <w:sz w:val="24"/>
        </w:rPr>
        <w:t>Załącznik do Uchwały Nr ....................</w:t>
      </w:r>
    </w:p>
    <w:p w:rsidR="009F0FE6" w:rsidRPr="003453FD" w:rsidRDefault="009F0FE6" w:rsidP="003453FD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</w:rPr>
      </w:pPr>
      <w:r w:rsidRPr="003453FD">
        <w:rPr>
          <w:rFonts w:ascii="Times New Roman" w:hAnsi="Times New Roman"/>
          <w:sz w:val="24"/>
        </w:rPr>
        <w:t>Rady Gminy Lidzbark Warmiński</w:t>
      </w:r>
    </w:p>
    <w:p w:rsidR="009F0FE6" w:rsidRPr="003453FD" w:rsidRDefault="009F0FE6" w:rsidP="003453FD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4"/>
        </w:rPr>
      </w:pPr>
      <w:r w:rsidRPr="003453FD">
        <w:rPr>
          <w:rFonts w:ascii="Times New Roman" w:hAnsi="Times New Roman"/>
          <w:sz w:val="24"/>
        </w:rPr>
        <w:t>z dnia .................... 201</w:t>
      </w:r>
      <w:r>
        <w:rPr>
          <w:rFonts w:ascii="Times New Roman" w:hAnsi="Times New Roman"/>
          <w:sz w:val="24"/>
        </w:rPr>
        <w:t>6</w:t>
      </w:r>
      <w:r w:rsidRPr="003453FD">
        <w:rPr>
          <w:rFonts w:ascii="Times New Roman" w:hAnsi="Times New Roman"/>
          <w:sz w:val="24"/>
        </w:rPr>
        <w:t>r.</w:t>
      </w:r>
    </w:p>
    <w:p w:rsidR="009F0FE6" w:rsidRPr="003453FD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3453FD">
        <w:rPr>
          <w:rFonts w:ascii="Times New Roman" w:hAnsi="Times New Roman"/>
          <w:b/>
          <w:bCs/>
          <w:sz w:val="24"/>
        </w:rPr>
        <w:t>Wykaz kąpielisk na terenie gminy Lidzbark Warmiński na rok 201</w:t>
      </w:r>
      <w:r>
        <w:rPr>
          <w:rFonts w:ascii="Times New Roman" w:hAnsi="Times New Roman"/>
          <w:b/>
          <w:bCs/>
          <w:sz w:val="24"/>
        </w:rPr>
        <w:t>6</w:t>
      </w:r>
    </w:p>
    <w:p w:rsidR="009F0FE6" w:rsidRPr="003453FD" w:rsidRDefault="009F0FE6" w:rsidP="003453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8"/>
        <w:gridCol w:w="1650"/>
        <w:gridCol w:w="1320"/>
        <w:gridCol w:w="977"/>
        <w:gridCol w:w="1480"/>
        <w:gridCol w:w="1493"/>
        <w:gridCol w:w="2417"/>
      </w:tblGrid>
      <w:tr w:rsidR="009F0FE6" w:rsidRPr="003636C5" w:rsidTr="0019178E">
        <w:tc>
          <w:tcPr>
            <w:tcW w:w="438" w:type="dxa"/>
            <w:vAlign w:val="center"/>
          </w:tcPr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Lp</w:t>
            </w:r>
          </w:p>
        </w:tc>
        <w:tc>
          <w:tcPr>
            <w:tcW w:w="1650" w:type="dxa"/>
            <w:vAlign w:val="center"/>
          </w:tcPr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Nazwa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36C5">
              <w:rPr>
                <w:rFonts w:ascii="Times New Roman" w:hAnsi="Times New Roman"/>
                <w:sz w:val="18"/>
                <w:szCs w:val="18"/>
              </w:rPr>
              <w:t>oraz adres</w:t>
            </w:r>
          </w:p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organizatora</w:t>
            </w:r>
          </w:p>
        </w:tc>
        <w:tc>
          <w:tcPr>
            <w:tcW w:w="1320" w:type="dxa"/>
            <w:vAlign w:val="center"/>
          </w:tcPr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Nazwa i </w:t>
            </w:r>
            <w:r w:rsidRPr="003636C5">
              <w:rPr>
                <w:rFonts w:ascii="Times New Roman" w:hAnsi="Times New Roman"/>
                <w:sz w:val="18"/>
                <w:szCs w:val="18"/>
              </w:rPr>
              <w:t>adres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36C5">
              <w:rPr>
                <w:rFonts w:ascii="Times New Roman" w:hAnsi="Times New Roman"/>
                <w:sz w:val="18"/>
                <w:szCs w:val="18"/>
              </w:rPr>
              <w:t>lub lokalizacja</w:t>
            </w:r>
          </w:p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kąpieliska</w:t>
            </w:r>
          </w:p>
        </w:tc>
        <w:tc>
          <w:tcPr>
            <w:tcW w:w="977" w:type="dxa"/>
            <w:vAlign w:val="center"/>
          </w:tcPr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Długość</w:t>
            </w:r>
          </w:p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linii</w:t>
            </w:r>
          </w:p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brzegowej</w:t>
            </w:r>
          </w:p>
        </w:tc>
        <w:tc>
          <w:tcPr>
            <w:tcW w:w="1480" w:type="dxa"/>
            <w:vAlign w:val="center"/>
          </w:tcPr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Przewidywana</w:t>
            </w:r>
          </w:p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maksymalna</w:t>
            </w:r>
          </w:p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liczba osób</w:t>
            </w:r>
          </w:p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korzystających</w:t>
            </w:r>
          </w:p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dziennie</w:t>
            </w:r>
          </w:p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z kąpieliska</w:t>
            </w:r>
          </w:p>
        </w:tc>
        <w:tc>
          <w:tcPr>
            <w:tcW w:w="1493" w:type="dxa"/>
            <w:vAlign w:val="center"/>
          </w:tcPr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Termin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36C5">
              <w:rPr>
                <w:rFonts w:ascii="Times New Roman" w:hAnsi="Times New Roman"/>
                <w:sz w:val="18"/>
                <w:szCs w:val="18"/>
              </w:rPr>
              <w:t>otwarcia</w:t>
            </w:r>
          </w:p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i zamknięcia</w:t>
            </w:r>
          </w:p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kąpieliska</w:t>
            </w:r>
          </w:p>
        </w:tc>
        <w:tc>
          <w:tcPr>
            <w:tcW w:w="2417" w:type="dxa"/>
            <w:vAlign w:val="center"/>
          </w:tcPr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Opis infrastruktury, w tym urządzeń sanitarnych</w:t>
            </w:r>
          </w:p>
        </w:tc>
      </w:tr>
      <w:tr w:rsidR="009F0FE6" w:rsidRPr="003636C5" w:rsidTr="0019178E">
        <w:tc>
          <w:tcPr>
            <w:tcW w:w="438" w:type="dxa"/>
            <w:vAlign w:val="center"/>
          </w:tcPr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650" w:type="dxa"/>
            <w:vAlign w:val="center"/>
          </w:tcPr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Ośrodek</w:t>
            </w:r>
          </w:p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Sportu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36C5">
              <w:rPr>
                <w:rFonts w:ascii="Times New Roman" w:hAnsi="Times New Roman"/>
                <w:sz w:val="18"/>
                <w:szCs w:val="18"/>
              </w:rPr>
              <w:t>i Rekreacji</w:t>
            </w:r>
          </w:p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w Lidzbarku</w:t>
            </w:r>
          </w:p>
          <w:p w:rsidR="009F0FE6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Warmińskim</w:t>
            </w:r>
          </w:p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0FE6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ul. Bartoszycka </w:t>
            </w:r>
            <w:r w:rsidRPr="003636C5">
              <w:rPr>
                <w:rFonts w:ascii="Times New Roman" w:hAnsi="Times New Roman"/>
                <w:sz w:val="18"/>
                <w:szCs w:val="18"/>
              </w:rPr>
              <w:t>24</w:t>
            </w:r>
          </w:p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11-100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36C5">
              <w:rPr>
                <w:rFonts w:ascii="Times New Roman" w:hAnsi="Times New Roman"/>
                <w:sz w:val="18"/>
                <w:szCs w:val="18"/>
              </w:rPr>
              <w:t>Lidzbark</w:t>
            </w:r>
          </w:p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Warmiński</w:t>
            </w:r>
          </w:p>
        </w:tc>
        <w:tc>
          <w:tcPr>
            <w:tcW w:w="1320" w:type="dxa"/>
            <w:vAlign w:val="center"/>
          </w:tcPr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Kąpielisko</w:t>
            </w:r>
          </w:p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Miejskie</w:t>
            </w:r>
          </w:p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Plaża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636C5">
              <w:rPr>
                <w:rFonts w:ascii="Times New Roman" w:hAnsi="Times New Roman"/>
                <w:sz w:val="18"/>
                <w:szCs w:val="18"/>
              </w:rPr>
              <w:t>Miejska</w:t>
            </w:r>
          </w:p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Wielochowo,</w:t>
            </w:r>
          </w:p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gm. Lidzbark</w:t>
            </w:r>
          </w:p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Warmiński</w:t>
            </w:r>
          </w:p>
        </w:tc>
        <w:tc>
          <w:tcPr>
            <w:tcW w:w="977" w:type="dxa"/>
            <w:vAlign w:val="center"/>
          </w:tcPr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ind w:left="-11" w:firstLine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150m</w:t>
            </w:r>
          </w:p>
        </w:tc>
        <w:tc>
          <w:tcPr>
            <w:tcW w:w="1480" w:type="dxa"/>
            <w:vAlign w:val="center"/>
          </w:tcPr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700 osób</w:t>
            </w:r>
          </w:p>
        </w:tc>
        <w:tc>
          <w:tcPr>
            <w:tcW w:w="1493" w:type="dxa"/>
            <w:vAlign w:val="center"/>
          </w:tcPr>
          <w:p w:rsidR="009F0FE6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od 15 czerwca</w:t>
            </w:r>
          </w:p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do 31sierpnia</w:t>
            </w:r>
          </w:p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w godz.</w:t>
            </w:r>
          </w:p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10</w:t>
            </w:r>
            <w:r w:rsidRPr="003636C5">
              <w:rPr>
                <w:rFonts w:ascii="Times New Roman" w:hAnsi="Times New Roman"/>
                <w:sz w:val="18"/>
                <w:szCs w:val="18"/>
                <w:vertAlign w:val="superscript"/>
              </w:rPr>
              <w:t>00</w:t>
            </w:r>
            <w:r w:rsidRPr="003636C5">
              <w:rPr>
                <w:rFonts w:ascii="Times New Roman" w:hAnsi="Times New Roman"/>
                <w:sz w:val="18"/>
                <w:szCs w:val="18"/>
              </w:rPr>
              <w:t>-18</w:t>
            </w:r>
            <w:r w:rsidRPr="003636C5">
              <w:rPr>
                <w:rFonts w:ascii="Times New Roman" w:hAnsi="Times New Roman"/>
                <w:sz w:val="18"/>
                <w:szCs w:val="18"/>
                <w:vertAlign w:val="superscript"/>
              </w:rPr>
              <w:t>00</w:t>
            </w:r>
          </w:p>
        </w:tc>
        <w:tc>
          <w:tcPr>
            <w:tcW w:w="2417" w:type="dxa"/>
            <w:vAlign w:val="center"/>
          </w:tcPr>
          <w:p w:rsidR="009F0FE6" w:rsidRPr="003636C5" w:rsidRDefault="009F0FE6" w:rsidP="00191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636C5">
              <w:rPr>
                <w:rFonts w:ascii="Times New Roman" w:hAnsi="Times New Roman"/>
                <w:sz w:val="18"/>
                <w:szCs w:val="18"/>
              </w:rPr>
              <w:t>Pomosty, sanitariaty, zjeżdżalnie, plac zabaw, 2 boiska do siatkówki plażowej, alejki spacerowe, wypożyczalnia sprzętu pływającego.</w:t>
            </w:r>
          </w:p>
        </w:tc>
      </w:tr>
    </w:tbl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9F0FE6" w:rsidRPr="003453FD" w:rsidRDefault="009F0FE6" w:rsidP="003453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sectPr w:rsidR="009F0FE6" w:rsidRPr="003453FD" w:rsidSect="00463267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53FD"/>
    <w:rsid w:val="00001EE6"/>
    <w:rsid w:val="0002499D"/>
    <w:rsid w:val="0002774E"/>
    <w:rsid w:val="0004490A"/>
    <w:rsid w:val="00064466"/>
    <w:rsid w:val="0016563A"/>
    <w:rsid w:val="0019178E"/>
    <w:rsid w:val="0024487F"/>
    <w:rsid w:val="00261EDE"/>
    <w:rsid w:val="002C1A79"/>
    <w:rsid w:val="002E75E0"/>
    <w:rsid w:val="002F4862"/>
    <w:rsid w:val="0030781A"/>
    <w:rsid w:val="003453FD"/>
    <w:rsid w:val="003636C5"/>
    <w:rsid w:val="003726B9"/>
    <w:rsid w:val="003759DA"/>
    <w:rsid w:val="003C3C71"/>
    <w:rsid w:val="00451766"/>
    <w:rsid w:val="00463267"/>
    <w:rsid w:val="0047724C"/>
    <w:rsid w:val="004A776E"/>
    <w:rsid w:val="005157CF"/>
    <w:rsid w:val="005813BE"/>
    <w:rsid w:val="005F6E82"/>
    <w:rsid w:val="00685ACC"/>
    <w:rsid w:val="007072F4"/>
    <w:rsid w:val="0077158F"/>
    <w:rsid w:val="00782D54"/>
    <w:rsid w:val="007B449B"/>
    <w:rsid w:val="007F392E"/>
    <w:rsid w:val="008530DF"/>
    <w:rsid w:val="00901BD4"/>
    <w:rsid w:val="00903831"/>
    <w:rsid w:val="009208DB"/>
    <w:rsid w:val="00925351"/>
    <w:rsid w:val="00940021"/>
    <w:rsid w:val="00974DBB"/>
    <w:rsid w:val="009C58EB"/>
    <w:rsid w:val="009D119A"/>
    <w:rsid w:val="009F0FE6"/>
    <w:rsid w:val="00A90B94"/>
    <w:rsid w:val="00AF3696"/>
    <w:rsid w:val="00BB4184"/>
    <w:rsid w:val="00C41F7A"/>
    <w:rsid w:val="00CD062C"/>
    <w:rsid w:val="00CD2FC4"/>
    <w:rsid w:val="00CE24C8"/>
    <w:rsid w:val="00D83E6B"/>
    <w:rsid w:val="00DA2228"/>
    <w:rsid w:val="00DE1EDE"/>
    <w:rsid w:val="00DE7948"/>
    <w:rsid w:val="00E67C68"/>
    <w:rsid w:val="00FB0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9D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453F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001EE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74D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776E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2</Pages>
  <Words>356</Words>
  <Characters>2141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uglw</dc:creator>
  <cp:keywords/>
  <dc:description/>
  <cp:lastModifiedBy>UGLW</cp:lastModifiedBy>
  <cp:revision>5</cp:revision>
  <cp:lastPrinted>2016-03-09T07:47:00Z</cp:lastPrinted>
  <dcterms:created xsi:type="dcterms:W3CDTF">2016-03-08T08:13:00Z</dcterms:created>
  <dcterms:modified xsi:type="dcterms:W3CDTF">2016-03-09T13:36:00Z</dcterms:modified>
</cp:coreProperties>
</file>